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C56A1B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56A1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56A1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56A1B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56A1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56A1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56A1B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C56A1B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C56A1B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0F010B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3740785</wp:posOffset>
                      </wp:positionH>
                      <wp:positionV relativeFrom="paragraph">
                        <wp:posOffset>1251585</wp:posOffset>
                      </wp:positionV>
                      <wp:extent cx="76835" cy="240030"/>
                      <wp:effectExtent l="13970" t="12700" r="13970" b="13970"/>
                      <wp:wrapNone/>
                      <wp:docPr id="36" name="Freeform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6835" cy="240030"/>
                              </a:xfrm>
                              <a:custGeom>
                                <a:avLst/>
                                <a:gdLst>
                                  <a:gd name="T0" fmla="*/ 56 w 121"/>
                                  <a:gd name="T1" fmla="*/ 339 h 378"/>
                                  <a:gd name="T2" fmla="*/ 84 w 121"/>
                                  <a:gd name="T3" fmla="*/ 330 h 378"/>
                                  <a:gd name="T4" fmla="*/ 56 w 121"/>
                                  <a:gd name="T5" fmla="*/ 105 h 378"/>
                                  <a:gd name="T6" fmla="*/ 47 w 121"/>
                                  <a:gd name="T7" fmla="*/ 49 h 378"/>
                                  <a:gd name="T8" fmla="*/ 0 w 121"/>
                                  <a:gd name="T9" fmla="*/ 96 h 378"/>
                                  <a:gd name="T10" fmla="*/ 37 w 121"/>
                                  <a:gd name="T11" fmla="*/ 292 h 378"/>
                                  <a:gd name="T12" fmla="*/ 56 w 121"/>
                                  <a:gd name="T13" fmla="*/ 349 h 378"/>
                                  <a:gd name="T14" fmla="*/ 84 w 121"/>
                                  <a:gd name="T15" fmla="*/ 367 h 378"/>
                                  <a:gd name="T16" fmla="*/ 56 w 121"/>
                                  <a:gd name="T17" fmla="*/ 339 h 3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21" h="378">
                                    <a:moveTo>
                                      <a:pt x="56" y="339"/>
                                    </a:moveTo>
                                    <a:cubicBezTo>
                                      <a:pt x="65" y="336"/>
                                      <a:pt x="78" y="338"/>
                                      <a:pt x="84" y="330"/>
                                    </a:cubicBezTo>
                                    <a:cubicBezTo>
                                      <a:pt x="121" y="284"/>
                                      <a:pt x="90" y="156"/>
                                      <a:pt x="56" y="105"/>
                                    </a:cubicBezTo>
                                    <a:cubicBezTo>
                                      <a:pt x="53" y="86"/>
                                      <a:pt x="56" y="65"/>
                                      <a:pt x="47" y="49"/>
                                    </a:cubicBezTo>
                                    <a:cubicBezTo>
                                      <a:pt x="19" y="0"/>
                                      <a:pt x="3" y="87"/>
                                      <a:pt x="0" y="96"/>
                                    </a:cubicBezTo>
                                    <a:cubicBezTo>
                                      <a:pt x="8" y="162"/>
                                      <a:pt x="19" y="227"/>
                                      <a:pt x="37" y="292"/>
                                    </a:cubicBezTo>
                                    <a:cubicBezTo>
                                      <a:pt x="42" y="311"/>
                                      <a:pt x="39" y="338"/>
                                      <a:pt x="56" y="349"/>
                                    </a:cubicBezTo>
                                    <a:cubicBezTo>
                                      <a:pt x="65" y="355"/>
                                      <a:pt x="84" y="378"/>
                                      <a:pt x="84" y="367"/>
                                    </a:cubicBezTo>
                                    <a:cubicBezTo>
                                      <a:pt x="84" y="354"/>
                                      <a:pt x="65" y="348"/>
                                      <a:pt x="56" y="33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1" o:spid="_x0000_s1026" style="position:absolute;margin-left:294.55pt;margin-top:98.55pt;width:6.05pt;height:18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1,3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" path="m56,339v9,-3,22,-1,28,-9c121,284,90,156,56,105,53,86,56,65,47,49,19,,3,87,,96v8,66,19,131,37,196c42,311,39,338,56,349v9,6,28,29,28,18c84,354,65,348,56,339xe" fillcolor="#0d0d0d [3069]" strokecolor="#0d0d0d [3069]">
                      <v:path arrowok="t" o:connecttype="custom" o:connectlocs="35560,215265;53340,209550;35560,66675;29845,31115;0,60960;23495,185420;35560,221615;53340,233045;35560,215265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2593340</wp:posOffset>
                      </wp:positionH>
                      <wp:positionV relativeFrom="paragraph">
                        <wp:posOffset>1567815</wp:posOffset>
                      </wp:positionV>
                      <wp:extent cx="57150" cy="297180"/>
                      <wp:effectExtent l="9525" t="5080" r="9525" b="12065"/>
                      <wp:wrapNone/>
                      <wp:docPr id="35" name="Freeform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" cy="297180"/>
                              </a:xfrm>
                              <a:custGeom>
                                <a:avLst/>
                                <a:gdLst>
                                  <a:gd name="T0" fmla="*/ 77 w 90"/>
                                  <a:gd name="T1" fmla="*/ 468 h 468"/>
                                  <a:gd name="T2" fmla="*/ 49 w 90"/>
                                  <a:gd name="T3" fmla="*/ 458 h 468"/>
                                  <a:gd name="T4" fmla="*/ 30 w 90"/>
                                  <a:gd name="T5" fmla="*/ 346 h 468"/>
                                  <a:gd name="T6" fmla="*/ 40 w 90"/>
                                  <a:gd name="T7" fmla="*/ 0 h 468"/>
                                  <a:gd name="T8" fmla="*/ 77 w 90"/>
                                  <a:gd name="T9" fmla="*/ 421 h 468"/>
                                  <a:gd name="T10" fmla="*/ 77 w 90"/>
                                  <a:gd name="T11" fmla="*/ 468 h 4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0" h="468">
                                    <a:moveTo>
                                      <a:pt x="77" y="468"/>
                                    </a:moveTo>
                                    <a:cubicBezTo>
                                      <a:pt x="68" y="465"/>
                                      <a:pt x="53" y="467"/>
                                      <a:pt x="49" y="458"/>
                                    </a:cubicBezTo>
                                    <a:cubicBezTo>
                                      <a:pt x="35" y="423"/>
                                      <a:pt x="30" y="346"/>
                                      <a:pt x="30" y="346"/>
                                    </a:cubicBezTo>
                                    <a:cubicBezTo>
                                      <a:pt x="38" y="219"/>
                                      <a:pt x="49" y="124"/>
                                      <a:pt x="40" y="0"/>
                                    </a:cubicBezTo>
                                    <a:cubicBezTo>
                                      <a:pt x="42" y="89"/>
                                      <a:pt x="0" y="308"/>
                                      <a:pt x="77" y="421"/>
                                    </a:cubicBezTo>
                                    <a:cubicBezTo>
                                      <a:pt x="88" y="456"/>
                                      <a:pt x="90" y="440"/>
                                      <a:pt x="77" y="4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0" o:spid="_x0000_s1026" style="position:absolute;margin-left:204.2pt;margin-top:123.45pt;width:4.5pt;height:2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" path="m77,468c68,465,53,467,49,458,35,423,30,346,30,346,38,219,49,124,40,,42,89,,308,77,421v11,35,13,19,,47xe" fillcolor="#0d0d0d [3069]" strokecolor="#0d0d0d [3069]">
                      <v:path arrowok="t" o:connecttype="custom" o:connectlocs="48895,297180;31115,290830;19050,219710;25400,0;48895,267335;48895,297180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2552065</wp:posOffset>
                      </wp:positionH>
                      <wp:positionV relativeFrom="paragraph">
                        <wp:posOffset>1229360</wp:posOffset>
                      </wp:positionV>
                      <wp:extent cx="60325" cy="243840"/>
                      <wp:effectExtent l="6350" t="9525" r="19050" b="13335"/>
                      <wp:wrapNone/>
                      <wp:docPr id="34" name="Freeform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325" cy="243840"/>
                              </a:xfrm>
                              <a:custGeom>
                                <a:avLst/>
                                <a:gdLst>
                                  <a:gd name="T0" fmla="*/ 20 w 95"/>
                                  <a:gd name="T1" fmla="*/ 299 h 384"/>
                                  <a:gd name="T2" fmla="*/ 95 w 95"/>
                                  <a:gd name="T3" fmla="*/ 28 h 384"/>
                                  <a:gd name="T4" fmla="*/ 76 w 95"/>
                                  <a:gd name="T5" fmla="*/ 0 h 384"/>
                                  <a:gd name="T6" fmla="*/ 67 w 95"/>
                                  <a:gd name="T7" fmla="*/ 28 h 384"/>
                                  <a:gd name="T8" fmla="*/ 20 w 95"/>
                                  <a:gd name="T9" fmla="*/ 206 h 384"/>
                                  <a:gd name="T10" fmla="*/ 11 w 95"/>
                                  <a:gd name="T11" fmla="*/ 346 h 384"/>
                                  <a:gd name="T12" fmla="*/ 2 w 95"/>
                                  <a:gd name="T13" fmla="*/ 374 h 384"/>
                                  <a:gd name="T14" fmla="*/ 20 w 95"/>
                                  <a:gd name="T15" fmla="*/ 299 h 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5" h="384">
                                    <a:moveTo>
                                      <a:pt x="20" y="299"/>
                                    </a:moveTo>
                                    <a:cubicBezTo>
                                      <a:pt x="44" y="208"/>
                                      <a:pt x="73" y="119"/>
                                      <a:pt x="95" y="28"/>
                                    </a:cubicBezTo>
                                    <a:cubicBezTo>
                                      <a:pt x="89" y="19"/>
                                      <a:pt x="87" y="0"/>
                                      <a:pt x="76" y="0"/>
                                    </a:cubicBezTo>
                                    <a:cubicBezTo>
                                      <a:pt x="66" y="0"/>
                                      <a:pt x="69" y="18"/>
                                      <a:pt x="67" y="28"/>
                                    </a:cubicBezTo>
                                    <a:cubicBezTo>
                                      <a:pt x="53" y="88"/>
                                      <a:pt x="36" y="146"/>
                                      <a:pt x="20" y="206"/>
                                    </a:cubicBezTo>
                                    <a:cubicBezTo>
                                      <a:pt x="17" y="253"/>
                                      <a:pt x="16" y="300"/>
                                      <a:pt x="11" y="346"/>
                                    </a:cubicBezTo>
                                    <a:cubicBezTo>
                                      <a:pt x="10" y="356"/>
                                      <a:pt x="0" y="384"/>
                                      <a:pt x="2" y="374"/>
                                    </a:cubicBezTo>
                                    <a:cubicBezTo>
                                      <a:pt x="7" y="349"/>
                                      <a:pt x="14" y="324"/>
                                      <a:pt x="20" y="29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9" o:spid="_x0000_s1026" style="position:absolute;margin-left:200.95pt;margin-top:96.8pt;width:4.75pt;height:19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" path="m20,299c44,208,73,119,95,28,89,19,87,,76,,66,,69,18,67,28,53,88,36,146,20,206v-3,47,-4,94,-9,140c10,356,,384,2,374,7,349,14,324,20,299xe" fillcolor="#0d0d0d [3069]" strokecolor="#0d0d0d [3069]">
                      <v:path arrowok="t" o:connecttype="custom" o:connectlocs="12700,189865;60325,17780;48260,0;42545,17780;12700,130810;6985,219710;1270,237490;12700,189865" o:connectangles="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2604135</wp:posOffset>
                      </wp:positionH>
                      <wp:positionV relativeFrom="paragraph">
                        <wp:posOffset>1229360</wp:posOffset>
                      </wp:positionV>
                      <wp:extent cx="67945" cy="340995"/>
                      <wp:effectExtent l="10795" t="28575" r="16510" b="11430"/>
                      <wp:wrapNone/>
                      <wp:docPr id="33" name="Freeform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945" cy="340995"/>
                              </a:xfrm>
                              <a:custGeom>
                                <a:avLst/>
                                <a:gdLst>
                                  <a:gd name="T0" fmla="*/ 51 w 107"/>
                                  <a:gd name="T1" fmla="*/ 524 h 537"/>
                                  <a:gd name="T2" fmla="*/ 23 w 107"/>
                                  <a:gd name="T3" fmla="*/ 533 h 537"/>
                                  <a:gd name="T4" fmla="*/ 23 w 107"/>
                                  <a:gd name="T5" fmla="*/ 477 h 537"/>
                                  <a:gd name="T6" fmla="*/ 32 w 107"/>
                                  <a:gd name="T7" fmla="*/ 384 h 537"/>
                                  <a:gd name="T8" fmla="*/ 41 w 107"/>
                                  <a:gd name="T9" fmla="*/ 337 h 537"/>
                                  <a:gd name="T10" fmla="*/ 107 w 107"/>
                                  <a:gd name="T11" fmla="*/ 0 h 537"/>
                                  <a:gd name="T12" fmla="*/ 60 w 107"/>
                                  <a:gd name="T13" fmla="*/ 262 h 537"/>
                                  <a:gd name="T14" fmla="*/ 51 w 107"/>
                                  <a:gd name="T15" fmla="*/ 524 h 5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07" h="537">
                                    <a:moveTo>
                                      <a:pt x="51" y="524"/>
                                    </a:moveTo>
                                    <a:cubicBezTo>
                                      <a:pt x="42" y="527"/>
                                      <a:pt x="32" y="537"/>
                                      <a:pt x="23" y="533"/>
                                    </a:cubicBezTo>
                                    <a:cubicBezTo>
                                      <a:pt x="0" y="522"/>
                                      <a:pt x="19" y="488"/>
                                      <a:pt x="23" y="477"/>
                                    </a:cubicBezTo>
                                    <a:cubicBezTo>
                                      <a:pt x="26" y="446"/>
                                      <a:pt x="28" y="415"/>
                                      <a:pt x="32" y="384"/>
                                    </a:cubicBezTo>
                                    <a:cubicBezTo>
                                      <a:pt x="34" y="368"/>
                                      <a:pt x="39" y="353"/>
                                      <a:pt x="41" y="337"/>
                                    </a:cubicBezTo>
                                    <a:cubicBezTo>
                                      <a:pt x="51" y="235"/>
                                      <a:pt x="45" y="91"/>
                                      <a:pt x="107" y="0"/>
                                    </a:cubicBezTo>
                                    <a:cubicBezTo>
                                      <a:pt x="95" y="88"/>
                                      <a:pt x="87" y="177"/>
                                      <a:pt x="60" y="262"/>
                                    </a:cubicBezTo>
                                    <a:cubicBezTo>
                                      <a:pt x="57" y="349"/>
                                      <a:pt x="51" y="524"/>
                                      <a:pt x="51" y="5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8" o:spid="_x0000_s1026" style="position:absolute;margin-left:205.05pt;margin-top:96.8pt;width:5.35pt;height:26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7,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" path="m51,524v-9,3,-19,13,-28,9c,522,19,488,23,477v3,-31,5,-62,9,-93c34,368,39,353,41,337,51,235,45,91,107,,95,88,87,177,60,262v-3,87,-9,262,-9,262xe" fillcolor="#0d0d0d [3069]" strokecolor="#0d0d0d [3069]">
                      <v:path arrowok="t" o:connecttype="custom" o:connectlocs="32385,332740;14605,338455;14605,302895;20320,243840;26035,213995;67945,0;38100,166370;32385,332740" o:connectangles="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226820"/>
                      <wp:effectExtent l="0" t="2540" r="0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2268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96.6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4445" t="2540" r="254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04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57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56A1B" w:rsidRPr="00A70E50" w:rsidRDefault="00C56A1B" w:rsidP="00C56A1B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RIGHT:</w:t>
            </w:r>
          </w:p>
          <w:p w:rsidR="00C56A1B" w:rsidRDefault="00C56A1B" w:rsidP="00C56A1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Mild amount of </w:t>
            </w:r>
            <w:r w:rsidR="000F010B">
              <w:rPr>
                <w:lang w:val="en-GB"/>
              </w:rPr>
              <w:t xml:space="preserve">smooth </w:t>
            </w:r>
            <w:r>
              <w:rPr>
                <w:lang w:val="en-GB"/>
              </w:rPr>
              <w:t xml:space="preserve">homogenous atheroma noted in the post CEA, proximal ICA and bulb. </w:t>
            </w:r>
          </w:p>
          <w:p w:rsidR="00C56A1B" w:rsidRDefault="00C56A1B" w:rsidP="00C56A1B">
            <w:pPr>
              <w:tabs>
                <w:tab w:val="left" w:pos="1875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PSV= </w:t>
            </w:r>
            <w:r w:rsidR="000F010B">
              <w:rPr>
                <w:lang w:val="en-GB"/>
              </w:rPr>
              <w:t>59</w:t>
            </w:r>
            <w:r>
              <w:rPr>
                <w:lang w:val="en-GB"/>
              </w:rPr>
              <w:t>cm/s</w:t>
            </w:r>
            <w:r>
              <w:rPr>
                <w:lang w:val="en-GB"/>
              </w:rPr>
              <w:tab/>
            </w:r>
          </w:p>
          <w:p w:rsidR="00C56A1B" w:rsidRDefault="00C56A1B" w:rsidP="00C56A1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EDV= </w:t>
            </w:r>
            <w:r w:rsidR="000F010B">
              <w:rPr>
                <w:lang w:val="en-GB"/>
              </w:rPr>
              <w:t>13</w:t>
            </w:r>
            <w:r>
              <w:rPr>
                <w:lang w:val="en-GB"/>
              </w:rPr>
              <w:t>cm/s</w:t>
            </w:r>
          </w:p>
          <w:p w:rsidR="00C56A1B" w:rsidRDefault="00C56A1B" w:rsidP="00C56A1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C56A1B" w:rsidRDefault="00C56A1B" w:rsidP="00C56A1B">
            <w:pPr>
              <w:ind w:firstLine="720"/>
              <w:jc w:val="both"/>
              <w:rPr>
                <w:lang w:val="en-GB"/>
              </w:rPr>
            </w:pPr>
          </w:p>
          <w:p w:rsidR="00C56A1B" w:rsidRPr="00A70E50" w:rsidRDefault="00C56A1B" w:rsidP="00C56A1B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LEFT:</w:t>
            </w:r>
          </w:p>
          <w:p w:rsidR="00C56A1B" w:rsidRDefault="00C56A1B" w:rsidP="00C56A1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</w:t>
            </w:r>
            <w:r w:rsidR="000F010B">
              <w:rPr>
                <w:lang w:val="en-GB"/>
              </w:rPr>
              <w:t xml:space="preserve">Mild amount of </w:t>
            </w:r>
            <w:proofErr w:type="spellStart"/>
            <w:r w:rsidR="000F010B">
              <w:rPr>
                <w:lang w:val="en-GB"/>
              </w:rPr>
              <w:t>heterogenous</w:t>
            </w:r>
            <w:proofErr w:type="spellEnd"/>
            <w:r w:rsidR="000F010B">
              <w:rPr>
                <w:lang w:val="en-GB"/>
              </w:rPr>
              <w:t xml:space="preserve"> atheroma noted in the proximal ICA. </w:t>
            </w:r>
          </w:p>
          <w:p w:rsidR="00C56A1B" w:rsidRDefault="00C56A1B" w:rsidP="00C56A1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PSV= </w:t>
            </w:r>
            <w:r w:rsidR="000F010B">
              <w:rPr>
                <w:lang w:val="en-GB"/>
              </w:rPr>
              <w:t>104</w:t>
            </w:r>
            <w:r>
              <w:rPr>
                <w:lang w:val="en-GB"/>
              </w:rPr>
              <w:t>cm/s</w:t>
            </w:r>
          </w:p>
          <w:p w:rsidR="00C56A1B" w:rsidRDefault="00C56A1B" w:rsidP="00C56A1B">
            <w:pPr>
              <w:tabs>
                <w:tab w:val="left" w:pos="1942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ICA EDV= </w:t>
            </w:r>
            <w:r w:rsidR="000F010B">
              <w:rPr>
                <w:lang w:val="en-GB"/>
              </w:rPr>
              <w:t>29</w:t>
            </w:r>
            <w:r>
              <w:rPr>
                <w:lang w:val="en-GB"/>
              </w:rPr>
              <w:t>cm/s</w:t>
            </w:r>
            <w:r>
              <w:rPr>
                <w:lang w:val="en-GB"/>
              </w:rPr>
              <w:tab/>
            </w:r>
          </w:p>
          <w:p w:rsidR="00C56A1B" w:rsidRDefault="00C56A1B" w:rsidP="00C56A1B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9E0202" w:rsidRPr="00DC01AB" w:rsidRDefault="009E0202" w:rsidP="00C56A1B">
            <w:pPr>
              <w:jc w:val="both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FB6C7C" w:rsidRDefault="009D4370" w:rsidP="009D4370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lastRenderedPageBreak/>
              <w:t>Conclusion:</w:t>
            </w:r>
          </w:p>
          <w:p w:rsidR="009D4370" w:rsidRDefault="009D4370" w:rsidP="009D4370">
            <w:pPr>
              <w:pStyle w:val="CUSTOMColumnText"/>
            </w:pPr>
            <w:r w:rsidRPr="00FB6C7C">
              <w:rPr>
                <w:sz w:val="21"/>
                <w:szCs w:val="21"/>
              </w:rPr>
              <w:fldChar w:fldCharType="begin"/>
            </w:r>
            <w:r w:rsidRPr="00FB6C7C">
              <w:rPr>
                <w:sz w:val="21"/>
                <w:szCs w:val="21"/>
              </w:rPr>
              <w:instrText xml:space="preserve"> MACROBUTTON  NoMacro [Insert Here] </w:instrText>
            </w:r>
            <w:r w:rsidRPr="00FB6C7C">
              <w:rPr>
                <w:sz w:val="21"/>
                <w:szCs w:val="21"/>
              </w:rPr>
              <w:fldChar w:fldCharType="end"/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1B" w:rsidRDefault="00C56A1B" w:rsidP="005748E3">
      <w:r>
        <w:separator/>
      </w:r>
    </w:p>
  </w:endnote>
  <w:endnote w:type="continuationSeparator" w:id="0">
    <w:p w:rsidR="00C56A1B" w:rsidRDefault="00C56A1B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0F010B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8255" t="11430" r="5080" b="6985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8255" t="8255" r="10795" b="1016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8255" t="15875" r="10795" b="1206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8890" t="15875" r="6985" b="1016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8255" t="6350" r="0" b="444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7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8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9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2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4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5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6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9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1B" w:rsidRDefault="00C56A1B" w:rsidP="005748E3">
      <w:r>
        <w:separator/>
      </w:r>
    </w:p>
  </w:footnote>
  <w:footnote w:type="continuationSeparator" w:id="0">
    <w:p w:rsidR="00C56A1B" w:rsidRDefault="00C56A1B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0F010B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0F010B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  <o:colormenu v:ext="edit" fillcolor="none [3069]" strokecolor="none [306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A1B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0F010B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D613D"/>
    <w:rsid w:val="002D7122"/>
    <w:rsid w:val="002E04BC"/>
    <w:rsid w:val="002F5484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422C2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732516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56A1B"/>
    <w:rsid w:val="00C64AE2"/>
    <w:rsid w:val="00CB3119"/>
    <w:rsid w:val="00CC6795"/>
    <w:rsid w:val="00CE6813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  <o:colormenu v:ext="edit" fillcolor="none [3069]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1B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6A1B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20</TotalTime>
  <Pages>2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3</cp:revision>
  <cp:lastPrinted>2019-08-28T10:15:00Z</cp:lastPrinted>
  <dcterms:created xsi:type="dcterms:W3CDTF">2019-08-28T09:57:00Z</dcterms:created>
  <dcterms:modified xsi:type="dcterms:W3CDTF">2019-10-15T13:42:00Z</dcterms:modified>
</cp:coreProperties>
</file>